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F27" w:rsidRPr="000B3D36" w:rsidRDefault="00382F27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>Утверждаю</w:t>
      </w:r>
    </w:p>
    <w:p w:rsidR="00382F27" w:rsidRDefault="00382F27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Мглинского </w:t>
      </w:r>
    </w:p>
    <w:p w:rsidR="00382F27" w:rsidRPr="000B3D36" w:rsidRDefault="00382F27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районного отдела культуры</w:t>
      </w:r>
    </w:p>
    <w:p w:rsidR="00382F27" w:rsidRPr="000B3D36" w:rsidRDefault="00382F27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  ____________   </w:t>
      </w:r>
      <w:r>
        <w:rPr>
          <w:sz w:val="24"/>
          <w:szCs w:val="24"/>
        </w:rPr>
        <w:t>А.Н.Ширко</w:t>
      </w:r>
    </w:p>
    <w:p w:rsidR="00382F27" w:rsidRPr="000B3D36" w:rsidRDefault="00382F27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82F27" w:rsidRPr="000B3D36" w:rsidRDefault="00382F27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"5 " марта </w:t>
      </w:r>
      <w:r w:rsidRPr="000B3D36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5 г"/>
        </w:smartTagPr>
        <w:r>
          <w:rPr>
            <w:sz w:val="24"/>
            <w:szCs w:val="24"/>
          </w:rPr>
          <w:t>2015</w:t>
        </w:r>
        <w:r w:rsidRPr="000B3D36">
          <w:rPr>
            <w:sz w:val="24"/>
            <w:szCs w:val="24"/>
          </w:rPr>
          <w:t xml:space="preserve"> г</w:t>
        </w:r>
      </w:smartTag>
      <w:r w:rsidRPr="000B3D36">
        <w:rPr>
          <w:sz w:val="24"/>
          <w:szCs w:val="24"/>
        </w:rPr>
        <w:t>.</w:t>
      </w:r>
    </w:p>
    <w:p w:rsidR="00382F27" w:rsidRDefault="00382F27" w:rsidP="002C6043">
      <w:pPr>
        <w:pStyle w:val="ConsPlusNonformat"/>
        <w:widowControl/>
      </w:pPr>
    </w:p>
    <w:p w:rsidR="00382F27" w:rsidRDefault="00382F27" w:rsidP="002C6043">
      <w:pPr>
        <w:pStyle w:val="ConsPlusNonformat"/>
        <w:widowControl/>
      </w:pPr>
    </w:p>
    <w:p w:rsidR="00382F27" w:rsidRDefault="00382F27" w:rsidP="002C6043">
      <w:pPr>
        <w:pStyle w:val="ConsPlusNonformat"/>
        <w:widowControl/>
      </w:pPr>
    </w:p>
    <w:p w:rsidR="00382F27" w:rsidRDefault="00382F27" w:rsidP="002C6043">
      <w:pPr>
        <w:pStyle w:val="ConsPlusNonformat"/>
        <w:widowControl/>
      </w:pPr>
    </w:p>
    <w:p w:rsidR="00382F27" w:rsidRPr="00073AE8" w:rsidRDefault="00382F27" w:rsidP="002C60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МУНИЦИПАЛЬНОГО ЗАДАНИЯ ПО СОСТОЯНИЮ НА 1 марта 2015 ГОДА</w:t>
      </w:r>
    </w:p>
    <w:p w:rsidR="00382F27" w:rsidRDefault="00382F27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 w:rsidRPr="001A75C0">
        <w:rPr>
          <w:sz w:val="28"/>
          <w:szCs w:val="28"/>
          <w:u w:val="single"/>
        </w:rPr>
        <w:t xml:space="preserve">муниципальное бюджетное образовательное учреждение </w:t>
      </w:r>
      <w:r>
        <w:rPr>
          <w:sz w:val="28"/>
          <w:szCs w:val="28"/>
          <w:u w:val="single"/>
        </w:rPr>
        <w:t>дополнительного образования детей</w:t>
      </w:r>
    </w:p>
    <w:p w:rsidR="00382F27" w:rsidRPr="001A75C0" w:rsidRDefault="00382F27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«Мглинская детская музыкальная школа»</w:t>
      </w:r>
    </w:p>
    <w:p w:rsidR="00382F27" w:rsidRDefault="00382F27" w:rsidP="002C6043">
      <w:pPr>
        <w:autoSpaceDE w:val="0"/>
        <w:autoSpaceDN w:val="0"/>
        <w:adjustRightInd w:val="0"/>
        <w:jc w:val="center"/>
      </w:pPr>
      <w:r w:rsidRPr="00073AE8">
        <w:t>(наименование муниципального учреждения)</w:t>
      </w:r>
    </w:p>
    <w:tbl>
      <w:tblPr>
        <w:tblW w:w="155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230"/>
        <w:gridCol w:w="2640"/>
        <w:gridCol w:w="1650"/>
        <w:gridCol w:w="1980"/>
        <w:gridCol w:w="2200"/>
        <w:gridCol w:w="110"/>
        <w:gridCol w:w="2530"/>
      </w:tblGrid>
      <w:tr w:rsidR="00382F27" w:rsidRPr="002F6158" w:rsidTr="00D20B89">
        <w:trPr>
          <w:cantSplit/>
          <w:trHeight w:val="72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утвержденное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задании на 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   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  за отчетный период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накопленным итогом   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 </w:t>
            </w:r>
          </w:p>
          <w:p w:rsidR="00382F27" w:rsidRDefault="00382F2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F27" w:rsidRDefault="00382F2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F27" w:rsidRDefault="00382F2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F27" w:rsidRDefault="00382F2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(и)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фактическом </w:t>
            </w:r>
          </w:p>
          <w:p w:rsidR="00382F27" w:rsidRDefault="00382F27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</w:p>
          <w:p w:rsidR="00382F27" w:rsidRDefault="00382F27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</w:t>
            </w:r>
          </w:p>
        </w:tc>
      </w:tr>
      <w:tr w:rsidR="00382F27" w:rsidRPr="002F6158" w:rsidTr="00D20B89">
        <w:trPr>
          <w:cantSplit/>
          <w:trHeight w:val="24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Pr="000B3D36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Объемы оказываемой  муниципальной услуги</w:t>
            </w:r>
          </w:p>
        </w:tc>
      </w:tr>
      <w:tr w:rsidR="00382F27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 Обучение на фортепианном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отпуска по уходу за ребенком преподавателя по классу фортепиано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382F27" w:rsidRPr="002F6158" w:rsidTr="00D20B89">
        <w:trPr>
          <w:cantSplit/>
          <w:trHeight w:val="1050"/>
        </w:trPr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2.Обучение на народном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82F27" w:rsidRDefault="00382F2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Недобор учащихся</w:t>
            </w: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382F27" w:rsidRPr="002F6158" w:rsidTr="00D20B89">
        <w:trPr>
          <w:cantSplit/>
          <w:trHeight w:val="6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ШКОЛЕ: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F27" w:rsidRDefault="00382F27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F27" w:rsidRPr="002F6158" w:rsidTr="00D20B89">
        <w:trPr>
          <w:cantSplit/>
          <w:trHeight w:val="51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Качество оказываемой муниципальной услуги</w:t>
            </w:r>
          </w:p>
          <w:p w:rsidR="00382F27" w:rsidRPr="004615CF" w:rsidRDefault="00382F27" w:rsidP="00A40E9E">
            <w:pPr>
              <w:tabs>
                <w:tab w:val="left" w:pos="11520"/>
              </w:tabs>
            </w:pPr>
            <w:r>
              <w:tab/>
            </w:r>
          </w:p>
        </w:tc>
      </w:tr>
      <w:tr w:rsidR="00382F2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1.Доля детей, охваченных образовательными программами дополнительного образования детей в сфере культуры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F27" w:rsidRDefault="00382F27" w:rsidP="00181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записи обучающихся, личные дела учащихся, журналы успеваемости.</w:t>
            </w:r>
          </w:p>
        </w:tc>
      </w:tr>
      <w:tr w:rsidR="00382F2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2.Доля детей, привлекаемых к участию в творческих мероприятиях,  в общем детей, обучающихся в учреждении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 школы, протоколы проведения конкурсных мероприятий.</w:t>
            </w:r>
          </w:p>
        </w:tc>
      </w:tr>
      <w:tr w:rsidR="00382F2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лауреатов, дипломантов зональных, областных конкурсов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 проведен  областной конкурс. Диплом Лауреата 3 степени. 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зональной комиссии, наличие Дипломов</w:t>
            </w:r>
          </w:p>
        </w:tc>
      </w:tr>
      <w:tr w:rsidR="00382F2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учеников, обучающихся на «хорошо» и «отлично»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журналы, экзаменационные листы, табеля успеваемости</w:t>
            </w:r>
          </w:p>
        </w:tc>
      </w:tr>
      <w:tr w:rsidR="00382F2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Сохранность контингента учащихся от первоначального комплектования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движения учащихся</w:t>
            </w:r>
          </w:p>
        </w:tc>
      </w:tr>
      <w:tr w:rsidR="00382F2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Наличие жалоб потребителей на качество услуг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жалоб</w:t>
            </w:r>
          </w:p>
        </w:tc>
      </w:tr>
      <w:tr w:rsidR="00382F27" w:rsidRPr="002F6158" w:rsidTr="005E1D4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удовлетворенности участников образовательного процесса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2F27" w:rsidRDefault="00382F27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Pr="00680AD4" w:rsidRDefault="00382F27" w:rsidP="00A40E9E">
            <w:pPr>
              <w:ind w:firstLine="70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опросы учащихся и их родителей (законных представителей)</w:t>
            </w:r>
          </w:p>
        </w:tc>
      </w:tr>
      <w:tr w:rsidR="00382F27" w:rsidRPr="002F6158" w:rsidTr="00D20B89">
        <w:trPr>
          <w:cantSplit/>
          <w:trHeight w:val="240"/>
        </w:trPr>
        <w:tc>
          <w:tcPr>
            <w:tcW w:w="155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9363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3.Сведения об использовании субсидии</w:t>
            </w:r>
          </w:p>
        </w:tc>
      </w:tr>
      <w:tr w:rsidR="00382F27" w:rsidRPr="002F6158" w:rsidTr="00D20B89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1.Бюджетные ассигнования на выполнение муниципального задания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F27" w:rsidRDefault="00382F27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рублей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35000,00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2F27" w:rsidRDefault="00382F27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125391,90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D20B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160360,69</w:t>
            </w:r>
          </w:p>
        </w:tc>
        <w:tc>
          <w:tcPr>
            <w:tcW w:w="2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F27" w:rsidRDefault="00382F27" w:rsidP="00A40E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состоянии лицевого счета учреждения  форма 0531965</w:t>
            </w:r>
          </w:p>
        </w:tc>
      </w:tr>
    </w:tbl>
    <w:p w:rsidR="00382F27" w:rsidRDefault="00382F27" w:rsidP="002C6043"/>
    <w:p w:rsidR="00382F27" w:rsidRDefault="00382F27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382F27" w:rsidRDefault="00382F27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382F27" w:rsidRPr="005F2D6D" w:rsidRDefault="00382F27" w:rsidP="002C6043">
      <w:pPr>
        <w:jc w:val="center"/>
        <w:rPr>
          <w:rFonts w:ascii="Times New Roman" w:hAnsi="Times New Roman"/>
          <w:sz w:val="28"/>
          <w:szCs w:val="28"/>
        </w:rPr>
      </w:pPr>
      <w:r w:rsidRPr="005F2D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МБОУ ДОД Мглинской ДМШ  </w:t>
      </w:r>
      <w:r w:rsidRPr="005F2D6D"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А.В.Курашко</w:t>
      </w:r>
    </w:p>
    <w:p w:rsidR="00382F27" w:rsidRDefault="00382F27" w:rsidP="002C6043"/>
    <w:p w:rsidR="00382F27" w:rsidRDefault="00382F27" w:rsidP="002C6043">
      <w:pPr>
        <w:pStyle w:val="ConsPlusNonformat"/>
        <w:widowControl/>
        <w:rPr>
          <w:sz w:val="24"/>
          <w:szCs w:val="24"/>
        </w:rPr>
      </w:pPr>
    </w:p>
    <w:p w:rsidR="00382F27" w:rsidRDefault="00382F27" w:rsidP="002C6043">
      <w:pPr>
        <w:pStyle w:val="ConsPlusNonformat"/>
        <w:widowControl/>
        <w:rPr>
          <w:sz w:val="24"/>
          <w:szCs w:val="24"/>
        </w:rPr>
      </w:pPr>
    </w:p>
    <w:p w:rsidR="00382F27" w:rsidRDefault="00382F27" w:rsidP="002C6043">
      <w:pPr>
        <w:pStyle w:val="ConsPlusNonformat"/>
        <w:widowControl/>
        <w:rPr>
          <w:sz w:val="24"/>
          <w:szCs w:val="24"/>
        </w:rPr>
      </w:pPr>
    </w:p>
    <w:p w:rsidR="00382F27" w:rsidRDefault="00382F27" w:rsidP="002C6043">
      <w:pPr>
        <w:pStyle w:val="ConsPlusNonformat"/>
        <w:widowControl/>
        <w:rPr>
          <w:sz w:val="24"/>
          <w:szCs w:val="24"/>
        </w:rPr>
      </w:pPr>
    </w:p>
    <w:p w:rsidR="00382F27" w:rsidRDefault="00382F27" w:rsidP="002C6043">
      <w:pPr>
        <w:pStyle w:val="ConsPlusNonformat"/>
        <w:widowControl/>
        <w:rPr>
          <w:sz w:val="24"/>
          <w:szCs w:val="24"/>
        </w:rPr>
      </w:pPr>
    </w:p>
    <w:p w:rsidR="00382F27" w:rsidRDefault="00382F27" w:rsidP="00AE2915">
      <w:pPr>
        <w:pStyle w:val="ConsPlusNonformat"/>
        <w:widowControl/>
        <w:rPr>
          <w:sz w:val="24"/>
          <w:szCs w:val="24"/>
        </w:rPr>
      </w:pPr>
    </w:p>
    <w:p w:rsidR="00382F27" w:rsidRDefault="00382F27" w:rsidP="00AE2915">
      <w:pPr>
        <w:pStyle w:val="ConsPlusNonformat"/>
        <w:widowControl/>
        <w:rPr>
          <w:sz w:val="24"/>
          <w:szCs w:val="24"/>
        </w:rPr>
      </w:pPr>
    </w:p>
    <w:p w:rsidR="00382F27" w:rsidRDefault="00382F27" w:rsidP="00AE2915">
      <w:pPr>
        <w:pStyle w:val="ConsPlusNonformat"/>
        <w:widowControl/>
        <w:rPr>
          <w:sz w:val="24"/>
          <w:szCs w:val="24"/>
        </w:rPr>
      </w:pPr>
    </w:p>
    <w:p w:rsidR="00382F27" w:rsidRDefault="00382F27" w:rsidP="00AE2915">
      <w:pPr>
        <w:pStyle w:val="ConsPlusNonformat"/>
        <w:widowControl/>
        <w:rPr>
          <w:sz w:val="24"/>
          <w:szCs w:val="24"/>
        </w:rPr>
      </w:pPr>
    </w:p>
    <w:p w:rsidR="00382F27" w:rsidRDefault="00382F27" w:rsidP="00AE2915">
      <w:pPr>
        <w:pStyle w:val="ConsPlusNonformat"/>
        <w:widowControl/>
        <w:rPr>
          <w:sz w:val="24"/>
          <w:szCs w:val="24"/>
        </w:rPr>
      </w:pPr>
    </w:p>
    <w:p w:rsidR="00382F27" w:rsidRDefault="00382F27" w:rsidP="00AE2915">
      <w:pPr>
        <w:pStyle w:val="ConsPlusNonformat"/>
        <w:widowControl/>
        <w:rPr>
          <w:sz w:val="24"/>
          <w:szCs w:val="24"/>
        </w:rPr>
      </w:pPr>
    </w:p>
    <w:p w:rsidR="00382F27" w:rsidRDefault="00382F27" w:rsidP="00AE2915">
      <w:pPr>
        <w:pStyle w:val="ConsPlusNonformat"/>
        <w:widowControl/>
        <w:rPr>
          <w:sz w:val="24"/>
          <w:szCs w:val="24"/>
        </w:rPr>
      </w:pPr>
    </w:p>
    <w:p w:rsidR="00382F27" w:rsidRDefault="00382F27" w:rsidP="00AE2915">
      <w:pPr>
        <w:pStyle w:val="ConsPlusNonformat"/>
        <w:widowControl/>
        <w:rPr>
          <w:sz w:val="24"/>
          <w:szCs w:val="24"/>
        </w:rPr>
      </w:pPr>
    </w:p>
    <w:p w:rsidR="00382F27" w:rsidRDefault="00382F27" w:rsidP="00AE2915">
      <w:pPr>
        <w:pStyle w:val="ConsPlusNonformat"/>
        <w:widowControl/>
        <w:rPr>
          <w:sz w:val="24"/>
          <w:szCs w:val="24"/>
        </w:rPr>
      </w:pPr>
    </w:p>
    <w:p w:rsidR="00382F27" w:rsidRDefault="00382F27" w:rsidP="00AE2915">
      <w:pPr>
        <w:pStyle w:val="ConsPlusNonformat"/>
        <w:widowControl/>
        <w:rPr>
          <w:sz w:val="24"/>
          <w:szCs w:val="24"/>
        </w:rPr>
      </w:pPr>
    </w:p>
    <w:sectPr w:rsidR="00382F27" w:rsidSect="00FA001A">
      <w:pgSz w:w="16838" w:h="11906" w:orient="landscape"/>
      <w:pgMar w:top="709" w:right="22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D36"/>
    <w:rsid w:val="00035658"/>
    <w:rsid w:val="000502C2"/>
    <w:rsid w:val="00055957"/>
    <w:rsid w:val="00073AE8"/>
    <w:rsid w:val="00076A35"/>
    <w:rsid w:val="00087AAA"/>
    <w:rsid w:val="000A3A0C"/>
    <w:rsid w:val="000B362E"/>
    <w:rsid w:val="000B3D36"/>
    <w:rsid w:val="000D0495"/>
    <w:rsid w:val="000D5011"/>
    <w:rsid w:val="00133327"/>
    <w:rsid w:val="00134074"/>
    <w:rsid w:val="00136E02"/>
    <w:rsid w:val="00181978"/>
    <w:rsid w:val="001A75C0"/>
    <w:rsid w:val="00283CE7"/>
    <w:rsid w:val="00292B14"/>
    <w:rsid w:val="002B7F15"/>
    <w:rsid w:val="002C0094"/>
    <w:rsid w:val="002C6043"/>
    <w:rsid w:val="002D57CD"/>
    <w:rsid w:val="002F6158"/>
    <w:rsid w:val="003144CF"/>
    <w:rsid w:val="00321079"/>
    <w:rsid w:val="00372C79"/>
    <w:rsid w:val="00382F27"/>
    <w:rsid w:val="003A31E6"/>
    <w:rsid w:val="003B1E66"/>
    <w:rsid w:val="003B6383"/>
    <w:rsid w:val="003C4797"/>
    <w:rsid w:val="00402D47"/>
    <w:rsid w:val="004375F0"/>
    <w:rsid w:val="004615CF"/>
    <w:rsid w:val="00483DFA"/>
    <w:rsid w:val="004C2274"/>
    <w:rsid w:val="004C547B"/>
    <w:rsid w:val="004E2FED"/>
    <w:rsid w:val="00503D5B"/>
    <w:rsid w:val="00560822"/>
    <w:rsid w:val="005A1C0A"/>
    <w:rsid w:val="005A430E"/>
    <w:rsid w:val="005E09D5"/>
    <w:rsid w:val="005E1D49"/>
    <w:rsid w:val="005E2A51"/>
    <w:rsid w:val="005F2D6D"/>
    <w:rsid w:val="00610026"/>
    <w:rsid w:val="0061042D"/>
    <w:rsid w:val="00657145"/>
    <w:rsid w:val="00680AD4"/>
    <w:rsid w:val="006A3C81"/>
    <w:rsid w:val="006A5D2D"/>
    <w:rsid w:val="006B0E95"/>
    <w:rsid w:val="006D498B"/>
    <w:rsid w:val="006D6E08"/>
    <w:rsid w:val="007974EC"/>
    <w:rsid w:val="007B07F8"/>
    <w:rsid w:val="007C652C"/>
    <w:rsid w:val="00803F05"/>
    <w:rsid w:val="00840E42"/>
    <w:rsid w:val="008850F8"/>
    <w:rsid w:val="0089123E"/>
    <w:rsid w:val="008B1C1B"/>
    <w:rsid w:val="008B7592"/>
    <w:rsid w:val="008C1336"/>
    <w:rsid w:val="0093630E"/>
    <w:rsid w:val="009809BE"/>
    <w:rsid w:val="00A03EEC"/>
    <w:rsid w:val="00A1773B"/>
    <w:rsid w:val="00A40E9E"/>
    <w:rsid w:val="00A6102E"/>
    <w:rsid w:val="00A77CA8"/>
    <w:rsid w:val="00AA6479"/>
    <w:rsid w:val="00AB4178"/>
    <w:rsid w:val="00AE2915"/>
    <w:rsid w:val="00B24E49"/>
    <w:rsid w:val="00BA6C57"/>
    <w:rsid w:val="00C02FF7"/>
    <w:rsid w:val="00C03974"/>
    <w:rsid w:val="00C132FC"/>
    <w:rsid w:val="00C457E8"/>
    <w:rsid w:val="00C77256"/>
    <w:rsid w:val="00C8253A"/>
    <w:rsid w:val="00C83626"/>
    <w:rsid w:val="00C87C24"/>
    <w:rsid w:val="00D20B89"/>
    <w:rsid w:val="00DA1EB7"/>
    <w:rsid w:val="00DA7EBD"/>
    <w:rsid w:val="00E124DB"/>
    <w:rsid w:val="00E23C32"/>
    <w:rsid w:val="00F25433"/>
    <w:rsid w:val="00F30CDC"/>
    <w:rsid w:val="00F75C95"/>
    <w:rsid w:val="00FA001A"/>
    <w:rsid w:val="00FA2CA4"/>
    <w:rsid w:val="00FC0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3D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B3D3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663</TotalTime>
  <Pages>3</Pages>
  <Words>425</Words>
  <Characters>2426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 культуры</cp:lastModifiedBy>
  <cp:revision>17</cp:revision>
  <cp:lastPrinted>2015-03-05T06:58:00Z</cp:lastPrinted>
  <dcterms:created xsi:type="dcterms:W3CDTF">2006-12-31T21:00:00Z</dcterms:created>
  <dcterms:modified xsi:type="dcterms:W3CDTF">2015-03-05T07:12:00Z</dcterms:modified>
</cp:coreProperties>
</file>